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C5" w:rsidRPr="00010377" w:rsidRDefault="00F01CC5" w:rsidP="00010377">
      <w:pPr>
        <w:tabs>
          <w:tab w:val="left" w:pos="1701"/>
        </w:tabs>
        <w:spacing w:line="14" w:lineRule="auto"/>
        <w:rPr>
          <w:rFonts w:ascii="PT Astra Serif" w:hAnsi="PT Astra Serif"/>
          <w:sz w:val="2"/>
          <w:szCs w:val="2"/>
        </w:rPr>
      </w:pPr>
    </w:p>
    <w:p w:rsidR="00E12A65" w:rsidRPr="00010377" w:rsidRDefault="00E12A65" w:rsidP="00010377">
      <w:pPr>
        <w:tabs>
          <w:tab w:val="left" w:pos="1701"/>
        </w:tabs>
        <w:rPr>
          <w:rFonts w:ascii="PT Astra Serif" w:hAnsi="PT Astra Serif"/>
          <w:sz w:val="2"/>
          <w:szCs w:val="2"/>
        </w:rPr>
      </w:pPr>
    </w:p>
    <w:p w:rsidR="00010377" w:rsidRPr="00010377" w:rsidRDefault="00010377" w:rsidP="00010377">
      <w:pPr>
        <w:tabs>
          <w:tab w:val="left" w:pos="1701"/>
        </w:tabs>
        <w:ind w:left="4253"/>
        <w:jc w:val="center"/>
        <w:rPr>
          <w:rFonts w:ascii="PT Astra Serif" w:hAnsi="PT Astra Serif"/>
          <w:sz w:val="28"/>
          <w:szCs w:val="28"/>
        </w:rPr>
      </w:pPr>
      <w:r w:rsidRPr="00010377">
        <w:rPr>
          <w:rFonts w:ascii="PT Astra Serif" w:hAnsi="PT Astra Serif"/>
          <w:sz w:val="28"/>
          <w:szCs w:val="28"/>
        </w:rPr>
        <w:t>ПРИЛОЖЕНИЕ 10</w:t>
      </w:r>
    </w:p>
    <w:p w:rsidR="00CB0F80" w:rsidRDefault="00010377" w:rsidP="00A8508D">
      <w:pPr>
        <w:tabs>
          <w:tab w:val="left" w:pos="1701"/>
        </w:tabs>
        <w:ind w:left="4253"/>
        <w:jc w:val="center"/>
        <w:rPr>
          <w:rFonts w:ascii="PT Astra Serif" w:hAnsi="PT Astra Serif"/>
          <w:sz w:val="28"/>
          <w:szCs w:val="28"/>
        </w:rPr>
      </w:pPr>
      <w:r w:rsidRPr="00010377">
        <w:rPr>
          <w:rFonts w:ascii="PT Astra Serif" w:hAnsi="PT Astra Serif"/>
          <w:sz w:val="28"/>
          <w:szCs w:val="28"/>
        </w:rPr>
        <w:t xml:space="preserve">к решению Совета депутатов муниципального образования </w:t>
      </w:r>
      <w:r w:rsidR="004C17A3">
        <w:rPr>
          <w:rFonts w:ascii="PT Astra Serif" w:hAnsi="PT Astra Serif"/>
          <w:sz w:val="28"/>
          <w:szCs w:val="28"/>
        </w:rPr>
        <w:t>«</w:t>
      </w:r>
      <w:proofErr w:type="spellStart"/>
      <w:r w:rsidRPr="00010377">
        <w:rPr>
          <w:rFonts w:ascii="PT Astra Serif" w:hAnsi="PT Astra Serif"/>
          <w:sz w:val="28"/>
          <w:szCs w:val="28"/>
        </w:rPr>
        <w:t>Цильнинский</w:t>
      </w:r>
      <w:proofErr w:type="spellEnd"/>
      <w:r w:rsidRPr="00010377">
        <w:rPr>
          <w:rFonts w:ascii="PT Astra Serif" w:hAnsi="PT Astra Serif"/>
          <w:sz w:val="28"/>
          <w:szCs w:val="28"/>
        </w:rPr>
        <w:t xml:space="preserve"> район</w:t>
      </w:r>
      <w:r w:rsidR="004C17A3">
        <w:rPr>
          <w:rFonts w:ascii="PT Astra Serif" w:hAnsi="PT Astra Serif"/>
          <w:sz w:val="28"/>
          <w:szCs w:val="28"/>
        </w:rPr>
        <w:t>»</w:t>
      </w:r>
      <w:r w:rsidRPr="00010377">
        <w:rPr>
          <w:rFonts w:ascii="PT Astra Serif" w:hAnsi="PT Astra Serif"/>
          <w:sz w:val="28"/>
          <w:szCs w:val="28"/>
        </w:rPr>
        <w:t xml:space="preserve"> </w:t>
      </w:r>
      <w:r w:rsidR="004C17A3">
        <w:rPr>
          <w:rFonts w:ascii="PT Astra Serif" w:hAnsi="PT Astra Serif"/>
          <w:sz w:val="28"/>
          <w:szCs w:val="28"/>
        </w:rPr>
        <w:t>«</w:t>
      </w:r>
      <w:r w:rsidRPr="00010377">
        <w:rPr>
          <w:rFonts w:ascii="PT Astra Serif" w:hAnsi="PT Astra Serif"/>
          <w:sz w:val="28"/>
          <w:szCs w:val="28"/>
        </w:rPr>
        <w:t xml:space="preserve">О бюджете муниципального образования </w:t>
      </w:r>
      <w:r w:rsidR="004C17A3">
        <w:rPr>
          <w:rFonts w:ascii="PT Astra Serif" w:hAnsi="PT Astra Serif"/>
          <w:sz w:val="28"/>
          <w:szCs w:val="28"/>
        </w:rPr>
        <w:t>«</w:t>
      </w:r>
      <w:proofErr w:type="spellStart"/>
      <w:r w:rsidR="005F5CC8" w:rsidRPr="005F5CC8">
        <w:rPr>
          <w:rFonts w:ascii="PT Astra Serif" w:hAnsi="PT Astra Serif"/>
          <w:sz w:val="28"/>
          <w:szCs w:val="28"/>
        </w:rPr>
        <w:t>Цильнинский</w:t>
      </w:r>
      <w:proofErr w:type="spellEnd"/>
      <w:r w:rsidR="005F5CC8" w:rsidRPr="005F5CC8">
        <w:rPr>
          <w:rFonts w:ascii="PT Astra Serif" w:hAnsi="PT Astra Serif"/>
          <w:sz w:val="28"/>
          <w:szCs w:val="28"/>
        </w:rPr>
        <w:t xml:space="preserve"> район</w:t>
      </w:r>
      <w:r w:rsidR="004C17A3">
        <w:rPr>
          <w:rFonts w:ascii="PT Astra Serif" w:hAnsi="PT Astra Serif"/>
          <w:sz w:val="28"/>
          <w:szCs w:val="28"/>
        </w:rPr>
        <w:t>»</w:t>
      </w:r>
      <w:r w:rsidR="005F5CC8" w:rsidRPr="005F5CC8">
        <w:rPr>
          <w:rFonts w:ascii="PT Astra Serif" w:hAnsi="PT Astra Serif"/>
          <w:sz w:val="28"/>
          <w:szCs w:val="28"/>
        </w:rPr>
        <w:t xml:space="preserve"> на 2025 год и на плановый период 2026 и 2027 годов</w:t>
      </w:r>
      <w:r w:rsidR="004C17A3">
        <w:rPr>
          <w:rFonts w:ascii="PT Astra Serif" w:hAnsi="PT Astra Serif"/>
          <w:sz w:val="28"/>
          <w:szCs w:val="28"/>
        </w:rPr>
        <w:t>»</w:t>
      </w:r>
    </w:p>
    <w:p w:rsidR="00A8508D" w:rsidRPr="00010377" w:rsidRDefault="00A8508D" w:rsidP="00A8508D">
      <w:pPr>
        <w:tabs>
          <w:tab w:val="left" w:pos="1701"/>
        </w:tabs>
        <w:ind w:left="4253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010377" w:rsidRDefault="00CB0F80" w:rsidP="00010377">
      <w:pPr>
        <w:tabs>
          <w:tab w:val="left" w:pos="1701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Default="00AB0A57" w:rsidP="00010377">
      <w:pPr>
        <w:tabs>
          <w:tab w:val="left" w:pos="1701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010377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бюджета 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муниципального образования </w:t>
      </w:r>
      <w:r w:rsidR="004C17A3">
        <w:rPr>
          <w:rFonts w:ascii="PT Astra Serif" w:hAnsi="PT Astra Serif"/>
          <w:b/>
          <w:bCs/>
          <w:sz w:val="28"/>
          <w:szCs w:val="28"/>
        </w:rPr>
        <w:t>«</w:t>
      </w:r>
      <w:proofErr w:type="spellStart"/>
      <w:r w:rsidR="00010377" w:rsidRPr="00010377">
        <w:rPr>
          <w:rFonts w:ascii="PT Astra Serif" w:hAnsi="PT Astra Serif"/>
          <w:b/>
          <w:bCs/>
          <w:sz w:val="28"/>
          <w:szCs w:val="28"/>
        </w:rPr>
        <w:t>Цильнинский</w:t>
      </w:r>
      <w:proofErr w:type="spellEnd"/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 район</w:t>
      </w:r>
      <w:r w:rsidR="004C17A3">
        <w:rPr>
          <w:rFonts w:ascii="PT Astra Serif" w:hAnsi="PT Astra Serif"/>
          <w:b/>
          <w:bCs/>
          <w:sz w:val="28"/>
          <w:szCs w:val="28"/>
        </w:rPr>
        <w:t>»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10377">
        <w:rPr>
          <w:rFonts w:ascii="PT Astra Serif" w:hAnsi="PT Astra Serif"/>
          <w:b/>
          <w:bCs/>
          <w:sz w:val="28"/>
          <w:szCs w:val="28"/>
        </w:rPr>
        <w:t>по целевым статьям (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>муниципальным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программам 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муниципального образования </w:t>
      </w:r>
      <w:r w:rsidR="004C17A3">
        <w:rPr>
          <w:rFonts w:ascii="PT Astra Serif" w:hAnsi="PT Astra Serif"/>
          <w:b/>
          <w:bCs/>
          <w:sz w:val="28"/>
          <w:szCs w:val="28"/>
        </w:rPr>
        <w:t>«</w:t>
      </w:r>
      <w:proofErr w:type="spellStart"/>
      <w:r w:rsidR="00010377" w:rsidRPr="00010377">
        <w:rPr>
          <w:rFonts w:ascii="PT Astra Serif" w:hAnsi="PT Astra Serif"/>
          <w:b/>
          <w:bCs/>
          <w:sz w:val="28"/>
          <w:szCs w:val="28"/>
        </w:rPr>
        <w:t>Цильнинский</w:t>
      </w:r>
      <w:proofErr w:type="spellEnd"/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 район</w:t>
      </w:r>
      <w:r w:rsidR="004C17A3">
        <w:rPr>
          <w:rFonts w:ascii="PT Astra Serif" w:hAnsi="PT Astra Serif"/>
          <w:b/>
          <w:bCs/>
          <w:sz w:val="28"/>
          <w:szCs w:val="28"/>
        </w:rPr>
        <w:t>»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57BB0" w:rsidRPr="00010377">
        <w:rPr>
          <w:rFonts w:ascii="PT Astra Serif" w:hAnsi="PT Astra Serif"/>
          <w:b/>
          <w:bCs/>
          <w:sz w:val="28"/>
          <w:szCs w:val="28"/>
        </w:rPr>
        <w:br/>
      </w:r>
      <w:r w:rsidRPr="00010377">
        <w:rPr>
          <w:rFonts w:ascii="PT Astra Serif" w:hAnsi="PT Astra Serif"/>
          <w:b/>
          <w:bCs/>
          <w:sz w:val="28"/>
          <w:szCs w:val="28"/>
        </w:rPr>
        <w:t>и непрограммным направлениям деятельности) на 202</w:t>
      </w:r>
      <w:r w:rsidR="005F5CC8">
        <w:rPr>
          <w:rFonts w:ascii="PT Astra Serif" w:hAnsi="PT Astra Serif"/>
          <w:b/>
          <w:bCs/>
          <w:sz w:val="28"/>
          <w:szCs w:val="28"/>
        </w:rPr>
        <w:t>5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5F5CC8">
        <w:rPr>
          <w:rFonts w:ascii="PT Astra Serif" w:hAnsi="PT Astra Serif"/>
          <w:b/>
          <w:bCs/>
          <w:sz w:val="28"/>
          <w:szCs w:val="28"/>
        </w:rPr>
        <w:t>6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5F5CC8">
        <w:rPr>
          <w:rFonts w:ascii="PT Astra Serif" w:hAnsi="PT Astra Serif"/>
          <w:b/>
          <w:bCs/>
          <w:sz w:val="28"/>
          <w:szCs w:val="28"/>
        </w:rPr>
        <w:t>7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0E2F7F" w:rsidRPr="000E2F7F" w:rsidRDefault="000E2F7F" w:rsidP="000E2F7F">
      <w:pPr>
        <w:tabs>
          <w:tab w:val="left" w:pos="1701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тыс. рублей </w:t>
      </w:r>
    </w:p>
    <w:p w:rsidR="00CB0F80" w:rsidRPr="00010377" w:rsidRDefault="00CB0F80" w:rsidP="00010377">
      <w:pPr>
        <w:tabs>
          <w:tab w:val="left" w:pos="1701"/>
        </w:tabs>
        <w:rPr>
          <w:rFonts w:ascii="PT Astra Serif" w:hAnsi="PT Astra Serif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8"/>
        <w:gridCol w:w="1277"/>
        <w:gridCol w:w="1559"/>
        <w:gridCol w:w="1558"/>
        <w:gridCol w:w="1554"/>
      </w:tblGrid>
      <w:tr w:rsidR="00A8508D" w:rsidRPr="003B6C6E" w:rsidTr="00A8508D">
        <w:trPr>
          <w:trHeight w:val="276"/>
        </w:trPr>
        <w:tc>
          <w:tcPr>
            <w:tcW w:w="18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ind w:right="-57"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Наименование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ind w:right="-57"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ЦС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2024 год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2025 год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202</w:t>
            </w:r>
            <w:r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</w:t>
            </w: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010377" w:rsidRPr="003B6C6E" w:rsidTr="00A8508D">
        <w:trPr>
          <w:trHeight w:val="322"/>
        </w:trPr>
        <w:tc>
          <w:tcPr>
            <w:tcW w:w="18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ind w:right="-57"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ind w:right="-57"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  <w:tc>
          <w:tcPr>
            <w:tcW w:w="8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</w:tr>
    </w:tbl>
    <w:p w:rsidR="00CB0F80" w:rsidRPr="00010377" w:rsidRDefault="00CB0F80" w:rsidP="00010377">
      <w:pPr>
        <w:tabs>
          <w:tab w:val="left" w:pos="1701"/>
        </w:tabs>
        <w:rPr>
          <w:rFonts w:ascii="PT Astra Serif" w:hAnsi="PT Astra Serif"/>
          <w:sz w:val="2"/>
          <w:szCs w:val="2"/>
        </w:rPr>
      </w:pPr>
    </w:p>
    <w:p w:rsidR="004E3E07" w:rsidRPr="003B6C6E" w:rsidRDefault="004E3E07" w:rsidP="00010377">
      <w:pPr>
        <w:tabs>
          <w:tab w:val="left" w:pos="1701"/>
        </w:tabs>
        <w:ind w:firstLine="720"/>
        <w:jc w:val="both"/>
        <w:rPr>
          <w:rFonts w:ascii="PT Astra Serif" w:hAnsi="PT Astra Serif"/>
          <w:sz w:val="2"/>
          <w:szCs w:val="2"/>
        </w:rPr>
      </w:pPr>
    </w:p>
    <w:tbl>
      <w:tblPr>
        <w:tblW w:w="4984" w:type="pct"/>
        <w:tblLayout w:type="fixed"/>
        <w:tblLook w:val="04A0" w:firstRow="1" w:lastRow="0" w:firstColumn="1" w:lastColumn="0" w:noHBand="0" w:noVBand="1"/>
      </w:tblPr>
      <w:tblGrid>
        <w:gridCol w:w="3538"/>
        <w:gridCol w:w="1277"/>
        <w:gridCol w:w="1560"/>
        <w:gridCol w:w="1526"/>
        <w:gridCol w:w="1555"/>
      </w:tblGrid>
      <w:tr w:rsidR="00A8508D" w:rsidRPr="005F5CC8" w:rsidTr="004C17A3">
        <w:trPr>
          <w:trHeight w:val="20"/>
          <w:tblHeader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C6E" w:rsidRPr="005F5CC8" w:rsidRDefault="003B6C6E" w:rsidP="004C17A3">
            <w:pPr>
              <w:ind w:right="-53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6E" w:rsidRPr="005F5CC8" w:rsidRDefault="003B6C6E" w:rsidP="004C17A3">
            <w:pPr>
              <w:ind w:right="-100" w:hanging="152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6E" w:rsidRPr="005F5CC8" w:rsidRDefault="003B6C6E" w:rsidP="004C17A3">
            <w:pPr>
              <w:ind w:hanging="144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6E" w:rsidRPr="005F5CC8" w:rsidRDefault="003B6C6E" w:rsidP="004C17A3">
            <w:pPr>
              <w:ind w:hanging="144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6E" w:rsidRPr="005F5CC8" w:rsidRDefault="003B6C6E" w:rsidP="004C17A3">
            <w:pPr>
              <w:ind w:hanging="144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Мероприятия в рамках непрограммных направлений деятельности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2200000000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1866,297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8382,292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11602,292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2200010050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520,0</w:t>
            </w:r>
            <w:bookmarkStart w:id="0" w:name="_GoBack"/>
            <w:bookmarkEnd w:id="0"/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4120,0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4120,0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Расходы на осуществление части полномочий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муницмпального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2200010210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Погашение кредиторской задолженности за ранее выполненные работы, услуги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2200010710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1210,0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2200010800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2874,6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6034,6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2200051200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6,141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75,636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75,636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2200071020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3,456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3,456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3,456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организацией отлова безнадзорных домашних животных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2200071100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136,7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и модернизация образования муниципального образования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6100000000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651005,6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567588,6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589123,1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6110000000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1194,9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611EВ00000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1194,9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611EВ51790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1194,9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6120000000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69847,5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Создание условий для обучения, отдыха и оздоровления детей и молодёжи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6120100000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69847,5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мероприятий по модернизации школьных систем образования (капитальный ремонт и оснащение оборудованием объектов в течение двух финансовых лет)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61201L7501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69847,5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579963,2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566326,7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587861,2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Развитие общего образования детей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565964,2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559597,7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581132,2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6357,8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2272,8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2272,8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6140210080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26729,2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26584,1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26584,1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Школы начальные, неполные средние и средние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6140210090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133002,1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129147,2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139012,6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Обеспечение деятельности МБУ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Центр бухгалтерского обслуживания муниципальных учреждений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6140210160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845,0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Организация временного трудоустройства граждан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6140210400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400,0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Обеспечение антитеррористической защищённости муниципальных общеобразовательных организаций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6140270980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6140271140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301517,6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301517,6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312960,9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сурдопереводчиков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и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тифлосурдопереводчиков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6140271150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111,5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66,7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6140271170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39,8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46,2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6140271190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62031,1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62031,1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64481,0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6140271200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156,4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153,1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6140271220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1044,2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972,0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864,2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Финансовое обеспечение расходных обязательств, связанных с реализацией Закона Ульяновской области от 2 октября 2020 года № 103-ЗО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О правовом регулировании отдельных вопросов статуса молодых специалистов в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6140271230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20,7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61402L3030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22663,0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22663,0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22663,0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61402L3040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8052,0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7944,8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7944,8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ремонта, ликвидации аварийной ситуации в зданиях муниципальных общеобразовательных организаций, приобретение оборудования для указанных организаций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61402S0980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1650,5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3685,5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3685,5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13999,0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6729,0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6729,0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Развитие дополнительного образования детей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7004,0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5854,0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5854,0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Учреждения по внешкольной работе с детьми (детско-юношеская спортивная школа)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6140310111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6995,0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875,0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875,0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культуры, туризма и сохранение объектов культурного наследия в 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Цильнинском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районе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6200000000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30490,114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26399,553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25993,653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6220000000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105,9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Сохранение культурного и исторического наследия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6220100000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105,9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комплектования книжных фондов библиотек муниципальных образований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62201L5191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105,9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30385,214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26293,653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25993,653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Модернизация материально-технической базы учреждений культуры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3456,414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881,689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81,689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Реконструкция и проведение ремонтно-реставрационных работ зданий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6240370830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реконструкции и проведения ремонтно-реставрационных работ зданий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62403S0830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3456,414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81,689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81,689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Развитие сети учреждений культуры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6240400000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26784,0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25267,164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25767,164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Обеспечение деятельности муниципального учреждения культуры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Цильнинская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межпоселенческая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клубная система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6240410120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15450,1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15236,664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15736,664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Обеспечение деятельности муниципального учреждения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Цильнинская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межпоселенческая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центральная библиотека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6240410140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11333,9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10030,5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10030,5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исполнителей и соисполнителей программы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6240700000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6240710040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молодежной политики и обеспечение жильем молодых семей в 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Цильнинском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районе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6300000000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619,48197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1522,86028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1184,29781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6320000000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469,48197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1372,86028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1034,29781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жилищно-коммунальных услуг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6320100000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469,48197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1372,86028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1034,29781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Реализация мероприятий по обеспечению жильём молодых семей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63201L4970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469,48197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1372,86028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1034,29781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Реализация мероприятий молодежной политики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Организация и проведение социально значимых мероприятий для молодёжи с вручением подарков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6340210382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Цильнинского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района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6600000000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37030,8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36744,6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28387,9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37030,8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36744,6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28387,9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Предоставление мер социальной поддержки детям-сиротам, лицам из их числа, гражданам, принявшим на воспитание детей-сирот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32740,4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32454,2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24097,5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Осуществление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6640371040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851,9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858,8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835,6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Осуществление ежемесячной выплаты на содержание ребёнка в семье опекуна (попечителя) и приёмной семье, а также по осуществлению выплаты вознаграждения,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причи-тающегося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приёмному родителю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6640371050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30919,4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30633,6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22308,9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Осуществление деятельности опеки и попечительства в отношении несовершеннолетних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6640371060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969,1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961,8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953,0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Предоставление мер социальной поддержки семьям с детьми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6640500000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223,6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223,6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223,6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Проведение социально значимых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6640510381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Осуществление ежемесячной денежной выплаты беременным женщинам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6640510441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6640600000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4066,8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4066,8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4066,8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Проведение социально значимых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6640610381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118,0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Оказание адресной материальной помощи гражданам оказавшимся в трудной жизненной ситуации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6640610430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Обеспечение выплаты пенсиям за выслугу лет муниципальных служащих органов местного самоуправления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6640610443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2560,0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2560,0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2560,0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ежемесячной выплаты Почётным гражданам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6640610444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383,8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383,8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383,8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единовременной выплаты на погребение Почётного гражданина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6640610445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физической культуры и спорта, формирование здорового образа жизни в муниципальном образовании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>6700000000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268,6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268,6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6740000000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Физическая культура и спорт, формирование здорового образа жизни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6740100000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Проведение мероприятий по развитию физкультуры и спорта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6740110370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196,6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196,6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196,6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Проведение мероприятий по укреплению общественного здоровья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6740110371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72,0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муниципального управления в муниципальном образовании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6800000000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70394,79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62914,01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62915,01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70394,79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62914,01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62915,01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Развитие муниципальной службы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106,0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106,0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106,0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6840110040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46,0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46,0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46,0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Материально-техническое, информационное, транспортное и иное обеспечение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6840110340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Укрепление материально-технической базы органов местного самоуправления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70288,79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62808,01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62809,01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6840210020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2349,5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2179,5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2179,5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24606,8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21796,8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21796,8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Внесение членского взноса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в Совет муниципальных образований Ульяновской области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6840210060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131,0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6840210070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34032,5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30486,6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30476,6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6840210100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1430,7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1250,7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1250,7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Финансовое обеспечение деятельности муниципального казённого учреждения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Агентство 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по комплексному развитию сельских территорий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6840210190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3813,2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3353,2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3353,2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Расходы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6840210220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117,6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117,6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117,6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Материально-техническое, информационное, транспортное и иное обеспечение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6840210340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1418,21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1005,61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1005,61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4 Федерального закона от 15 ноября 1997 года № 143-ФЗ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Об актах гражданского состояния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6840259300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1065,08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1152,4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1152,4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6840271010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1052,3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1052,3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1052,3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6840271110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Осуществление полномочий по хранению, комплектованию, учёту и использованию архивных документов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6840271320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262,9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273,3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284,3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жилищно-коммунального хозяйства и повышение энергетической эффективности в муниципальном образовании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6900000000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3600,0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218,9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3000,0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218,9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Организация водоснабжения и водоотведения в населённых пунктах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218,9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Субсидирование муниципальных казенных предприятий (субсидии в виде финансовой 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 xml:space="preserve">помощи МКП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Комбытсервис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на восстановление платежеспособности)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6940310053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мероприятий по развитию систем водоснабжения и (или) водоотведения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69403S0020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218,9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Управление муниципальными финансами муниципального образования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7000000000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27377,1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27412,4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27412,4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27377,1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27412,4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27412,4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8473,245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7513,245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7513,245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7040110040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7886,045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6926,045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6926,045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Расходы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7040110220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587,2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587,2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587,2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Создание условий для повышения финансовой самостоятельности бюджетов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18903,855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19899,155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19899,155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Иные межбюджетные трансферты бюджетам бюджетной системы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7040210230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дотаций на выравнивание бюджетной обеспеченности поселений, входящих в состав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7040210290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18603,855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19899,155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19899,155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Обеспечение правопорядка и безопасности жизнедеятельности на территории муниципального образования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7100000000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454,0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464,0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474,0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454,0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464,0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474,0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Комплексные меры по обеспечению общественного порядка, противодействию преступности и профилактике правонарушений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18,0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Оснащение мест массового скопления населения системами видеонаблюдения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7140110490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Предупреждение и пресечение преступлений с участием несовершеннолетних и в отношении их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7140110521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Комплексные меры противодействия злоупотреблению наркотиками и их незаконному обороту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34,0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7140210460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24,0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Профилактика незаконного потребления наркотических средств и психотропных веществ, наркомании среди несовершеннолетних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7140210461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292,0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292,0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292,0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иных межбюджетных трансфертов из бюджета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бюджетам поселений в целях финансового обеспечения расходных обязательств, связанных с передачей полномочий по решению вопросов местного значения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7140310211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21,0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иных межбюджетных трансфертов из бюджета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бюджетам поселений в целях финансового обеспечения расходных обязательств, связанных с передачей полномочий по решению вопросов местного значения на осуществление мероприятий по 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обеспечению безопасности людей на водных объектах, охране их жизни и здоровья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7140310212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42,0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7140310540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209,0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209,0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209,0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Проведение мероприятий по гражданской обороне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7140310550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Профилактика терроризма на территории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7140400000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антитеррористической защищенности мест массового скопления людей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7140410570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отдельных направлений градостроительной деятельности и управления муниципальной собственностью в муниципальном образовании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7300000000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13666,3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13016,3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13016,3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13666,3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13016,3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13016,3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Управление муниципальной собственностью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13666,3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13016,3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13016,3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7340110040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6362,7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5712,7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5712,7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Расходы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7340110220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Реализация мероприятий по совершенствованию управления муниципальным имуществом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7340110270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6945,6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6945,6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6945,6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7340110360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Гражданское общество и национальная политика в муниципальном образовании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7400000000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873,0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124,0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124,0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873,0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124,0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Обеспечение развития гражданского общества и организации взаимодействия составляющих его элементов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103,0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103,0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103,0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Проведение конкурсного отбора для СО НКО на реализацию социально-ориентированных программ (проектов)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7440110580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Участие в региональном гражданском форуме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7440110590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Осуществление комплекса мероприятий, направленных на развитие инфраструктуры поддержки деятельности социально ориентированных некоммерческих организаций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7440110600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Этнокультурное развитие народов, проживающих на территории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района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Проведение социально значимых мероприятий, направленных на обеспечение духовно-нравственного воспитания населения, приуроченных к памятным датам и национальным праздникам народов, проживающих в муниципальном образовании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7440210610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Укрепление статуса русского языка как государственного языка Российской Федерации и сохранение языков народов России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Организация и проведение социально значимых мероприятий, направленных на сохранение и поддержку русского языка Российской Федерации и языков народов Российской Федерации, проживающих на территории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района Ульяновской области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7440310630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Государственно-общественное партнерство в сфере реализации муниципальной национальной политики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7440400000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Организация и проведение мероприятий, направленных на укрепление гражданского единства и гармонизацию межнациональных отношений, в том числе на патриотическое воспитание, на распространение информации о традициях и культуре народов России, проживающих в Ульяновской области, противодействие фальсификации истории, поддержку традиционных духовных и нравственных ценностей среди несовершеннолетних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7440410640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Социально-культурная адаптация и интеграция иностранных граждан в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Цильнинском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районе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7440500000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Организация и проведение собраний для иностранных граждан, прибывающих в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 Ульяновской области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7440510660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транспортной системы в муниципальном образовании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7500000000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120810,33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58158,49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58913,99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7510000000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54909,09091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Региональная и местная дорожная сеть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751R100000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54909,09091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751R153940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54909,09091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65901,23909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58158,49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58913,99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Безопасные и качественные автомобильные дороги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65757,10909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58014,36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58769,86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в связи с ремонтом дворовых территорий 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многоквартирных домов и социальных объектов, проездов к дворовым территориям многоквартирных домов и населённых объектов населённых пунктов, 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754019Д010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3750,15555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Развитие системы дорожного хозяйства населенных пунктов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754019Д020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7727,05354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12434,0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13189,5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Ремонт дворовых территорий многоквартирных домов и социальных объектов, проездов к дворовым территориям многоквартирных домов и населённых объектов населённых пунктов, подготовка проектной документации, строительство, реконструкция, капитальный ремонт, ремонт и содержание (установка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 и строительство (реконструкция)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754019Д110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39367,4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31799,21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31685,46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754019Д200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10632,6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9627,75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9741,5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754019Д300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126,5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Мероприятия по повышению БДД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754019Д400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383,6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383,6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383,6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754019Д700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3676,7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3676,7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3676,7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Строительный контроль ремонта дорог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754019Д850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93,1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93,1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93,1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Обеспечение населения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качественными услугами пассажирского транспорта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144,13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144,13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144,13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Организация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7540272370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74,13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74,13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74,13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Софинснсирование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организации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75402S2370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информационного общества в муниципальном образовании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7600000000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3825,4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3365,4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3365,4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7640000000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3825,4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3365,4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3365,4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Развитие информационного общества на территории муниципального образования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7640100000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3825,4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3365,4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3365,4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Поддержка средств массовой информации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7640110150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3800,4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3340,4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3340,4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Проведение мероприятий в сфере информационной политики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7640110151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агропромышленного комплекса и сельских территорий и регулирование рынков сельскохозяйственной продукции, сырья и продовольствия в муниципальном образовании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7700000000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717,36448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634,22896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634,22896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717,36448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634,22896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634,22896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Развитие сельского хозяйства, инвестиционной деятельности, малого и среднего предпринимательства в муниципальном образовании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312,5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312,5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312,5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Проведение мероприятий в рамках муниципальной программы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7740110380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12,5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Содержание АНО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Центр развития предпринимательства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района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(предоставление субсидий автономной некоммерческой организации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Центр развития предпринимательства </w:t>
            </w:r>
            <w:proofErr w:type="spellStart"/>
            <w:r w:rsidRPr="004C17A3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района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 на функционирование для целей оказания информационно-аналитической, консультационной и организационной поддержки гражданам желающим вести бизнес, начинающим и действующим субъектам малого и среднего предпринимательства, содействию привлечения инвестиций и выходу экспортно-ориентированных субъектов малого и среднего предпринимательства на международные рынки)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7740110390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Предоставление субсидий в виде возмещения части затрат на покупку поголовья крупного рогатого скота гражданам, ведущим личное подсобное хозяйство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7740110670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Обращение с твёрдыми коммунальными отходами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229,86448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271,72896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271,72896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Ликвидация мест несанкционированного накопления отходов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7740210170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28,0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lastRenderedPageBreak/>
              <w:t>Благоустройство площадок накопления твёрдых коммунальных отходов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7740210180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Приобретение контейнеров для накопления твёрдых коммунальных отходов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7740210200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7740210210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35,0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Обустройство мест (площадок) накопления (в том числе раздельного накопления) твёрдых коммунальных отходов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7740270070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41,86448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83,72896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83,72896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4C17A3">
              <w:rPr>
                <w:rFonts w:ascii="PT Astra Serif" w:hAnsi="PT Astra Serif" w:cs="Arial CYR"/>
                <w:sz w:val="24"/>
                <w:szCs w:val="24"/>
              </w:rPr>
              <w:t>Развитие водохозяйственного комплекса</w:t>
            </w:r>
            <w:r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175,0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Осуществление мер по экологической реабилитации, восстановлению и улучшению экологического состояния водных объектов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7740310280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Благоустройство родников в Ульяновской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7740370050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125,0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</w:tr>
      <w:tr w:rsidR="004C17A3" w:rsidRPr="005F5CC8" w:rsidTr="004C17A3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7A3" w:rsidRPr="004C17A3" w:rsidRDefault="004C17A3" w:rsidP="004C17A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962999,17745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807214,23424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17A3" w:rsidRPr="004C17A3" w:rsidRDefault="004C17A3" w:rsidP="004C17A3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4C17A3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826415,17177</w:t>
            </w:r>
          </w:p>
        </w:tc>
      </w:tr>
    </w:tbl>
    <w:p w:rsidR="00010377" w:rsidRDefault="00010377" w:rsidP="00010377">
      <w:pPr>
        <w:tabs>
          <w:tab w:val="left" w:pos="1701"/>
        </w:tabs>
        <w:ind w:firstLine="720"/>
        <w:jc w:val="both"/>
        <w:rPr>
          <w:rFonts w:ascii="PT Astra Serif" w:hAnsi="PT Astra Serif"/>
          <w:sz w:val="28"/>
          <w:szCs w:val="28"/>
        </w:rPr>
      </w:pPr>
    </w:p>
    <w:p w:rsidR="00A8508D" w:rsidRPr="00010377" w:rsidRDefault="00A8508D" w:rsidP="00010377">
      <w:pPr>
        <w:tabs>
          <w:tab w:val="left" w:pos="1701"/>
        </w:tabs>
        <w:ind w:firstLine="720"/>
        <w:jc w:val="both"/>
        <w:rPr>
          <w:rFonts w:ascii="PT Astra Serif" w:hAnsi="PT Astra Serif"/>
          <w:sz w:val="28"/>
          <w:szCs w:val="28"/>
        </w:rPr>
      </w:pPr>
    </w:p>
    <w:p w:rsidR="003731AF" w:rsidRPr="00010377" w:rsidRDefault="003731AF" w:rsidP="00010377">
      <w:pPr>
        <w:tabs>
          <w:tab w:val="left" w:pos="1701"/>
        </w:tabs>
        <w:ind w:firstLine="720"/>
        <w:jc w:val="center"/>
        <w:rPr>
          <w:rFonts w:ascii="PT Astra Serif" w:hAnsi="PT Astra Serif"/>
          <w:sz w:val="28"/>
          <w:szCs w:val="28"/>
        </w:rPr>
      </w:pPr>
      <w:r w:rsidRPr="00010377">
        <w:rPr>
          <w:rFonts w:ascii="PT Astra Serif" w:hAnsi="PT Astra Serif"/>
          <w:sz w:val="28"/>
          <w:szCs w:val="28"/>
        </w:rPr>
        <w:t>_________________</w:t>
      </w:r>
    </w:p>
    <w:sectPr w:rsidR="003731AF" w:rsidRPr="00010377" w:rsidSect="00905DC7">
      <w:headerReference w:type="default" r:id="rId8"/>
      <w:pgSz w:w="11906" w:h="16838" w:code="9"/>
      <w:pgMar w:top="567" w:right="70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C6" w:rsidRDefault="004763C6">
      <w:r>
        <w:separator/>
      </w:r>
    </w:p>
  </w:endnote>
  <w:endnote w:type="continuationSeparator" w:id="0">
    <w:p w:rsidR="004763C6" w:rsidRDefault="0047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C6" w:rsidRDefault="004763C6">
      <w:r>
        <w:separator/>
      </w:r>
    </w:p>
  </w:footnote>
  <w:footnote w:type="continuationSeparator" w:id="0">
    <w:p w:rsidR="004763C6" w:rsidRDefault="0047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1634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763C6" w:rsidRPr="008A2683" w:rsidRDefault="004763C6" w:rsidP="008A2683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A2683">
          <w:rPr>
            <w:rFonts w:ascii="PT Astra Serif" w:hAnsi="PT Astra Serif"/>
            <w:sz w:val="28"/>
            <w:szCs w:val="28"/>
          </w:rPr>
          <w:fldChar w:fldCharType="begin"/>
        </w:r>
        <w:r w:rsidRPr="008A2683">
          <w:rPr>
            <w:rFonts w:ascii="PT Astra Serif" w:hAnsi="PT Astra Serif"/>
            <w:sz w:val="28"/>
            <w:szCs w:val="28"/>
          </w:rPr>
          <w:instrText>PAGE   \* MERGEFORMAT</w:instrText>
        </w:r>
        <w:r w:rsidRPr="008A2683">
          <w:rPr>
            <w:rFonts w:ascii="PT Astra Serif" w:hAnsi="PT Astra Serif"/>
            <w:sz w:val="28"/>
            <w:szCs w:val="28"/>
          </w:rPr>
          <w:fldChar w:fldCharType="separate"/>
        </w:r>
        <w:r w:rsidR="004C17A3">
          <w:rPr>
            <w:rFonts w:ascii="PT Astra Serif" w:hAnsi="PT Astra Serif"/>
            <w:noProof/>
            <w:sz w:val="28"/>
            <w:szCs w:val="28"/>
          </w:rPr>
          <w:t>18</w:t>
        </w:r>
        <w:r w:rsidRPr="008A268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 w15:restartNumberingAfterBreak="0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 w15:restartNumberingAfterBreak="0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 w15:restartNumberingAfterBreak="0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377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83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536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1F6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7F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615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71E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6B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C9F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57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636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5EA6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4B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D7C99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C5A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C2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761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1A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C0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0C4"/>
    <w:rsid w:val="003B613F"/>
    <w:rsid w:val="003B6157"/>
    <w:rsid w:val="003B6320"/>
    <w:rsid w:val="003B6327"/>
    <w:rsid w:val="003B643C"/>
    <w:rsid w:val="003B6A1B"/>
    <w:rsid w:val="003B6A1F"/>
    <w:rsid w:val="003B6BFB"/>
    <w:rsid w:val="003B6C6E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C22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3C6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7A3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C78"/>
    <w:rsid w:val="004D3ECD"/>
    <w:rsid w:val="004D40D7"/>
    <w:rsid w:val="004D40E4"/>
    <w:rsid w:val="004D4229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2D0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2E28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356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B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CC8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4AA5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21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6F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796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81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714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1E6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062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83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E06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3C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42"/>
    <w:rsid w:val="008F557C"/>
    <w:rsid w:val="008F5A12"/>
    <w:rsid w:val="008F5A1F"/>
    <w:rsid w:val="008F5AFA"/>
    <w:rsid w:val="008F5C9B"/>
    <w:rsid w:val="008F5DA6"/>
    <w:rsid w:val="008F620E"/>
    <w:rsid w:val="008F629F"/>
    <w:rsid w:val="008F67BE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C7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50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76C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D63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3EA6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7C9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13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B8B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08D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6EDD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68F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3E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633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5F70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0FF1"/>
    <w:rsid w:val="00C81688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2F4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1FCB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3AB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518B"/>
    <w:rsid w:val="00EC522A"/>
    <w:rsid w:val="00EC5432"/>
    <w:rsid w:val="00EC5590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3BD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06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152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;"/>
  <w15:docId w15:val="{2DF6B0C4-18D4-4856-AB9F-6F593917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Заголовок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  <w:style w:type="paragraph" w:customStyle="1" w:styleId="msonormal0">
    <w:name w:val="msonormal"/>
    <w:basedOn w:val="a"/>
    <w:rsid w:val="0001037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92D49-BF18-4E71-8917-D686D0104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215</TotalTime>
  <Pages>18</Pages>
  <Words>3155</Words>
  <Characters>26051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Пострелов АВ</cp:lastModifiedBy>
  <cp:revision>22</cp:revision>
  <cp:lastPrinted>2024-11-19T06:53:00Z</cp:lastPrinted>
  <dcterms:created xsi:type="dcterms:W3CDTF">2022-11-03T11:30:00Z</dcterms:created>
  <dcterms:modified xsi:type="dcterms:W3CDTF">2024-12-12T13:28:00Z</dcterms:modified>
</cp:coreProperties>
</file>